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444D8F" w:rsidRPr="00444D8F" w:rsidTr="00F862D6">
        <w:tc>
          <w:tcPr>
            <w:tcW w:w="1020" w:type="dxa"/>
          </w:tcPr>
          <w:p w:rsidR="00F64786" w:rsidRPr="00444D8F" w:rsidRDefault="00764595" w:rsidP="0077673A">
            <w:r w:rsidRPr="00444D8F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B096AC3" wp14:editId="43519E1F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Pr="00444D8F" w:rsidRDefault="00F64786" w:rsidP="0077673A"/>
        </w:tc>
        <w:tc>
          <w:tcPr>
            <w:tcW w:w="823" w:type="dxa"/>
          </w:tcPr>
          <w:p w:rsidR="00F64786" w:rsidRPr="00444D8F" w:rsidRDefault="00F64786" w:rsidP="0077673A"/>
        </w:tc>
        <w:tc>
          <w:tcPr>
            <w:tcW w:w="3685" w:type="dxa"/>
          </w:tcPr>
          <w:p w:rsidR="00F64786" w:rsidRPr="00444D8F" w:rsidRDefault="00F64786" w:rsidP="0077673A"/>
        </w:tc>
      </w:tr>
      <w:tr w:rsidR="00444D8F" w:rsidRPr="00444D8F" w:rsidTr="00596C7E"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764595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 w:val="restart"/>
          </w:tcPr>
          <w:p w:rsidR="00596C7E" w:rsidRPr="00444D8F" w:rsidRDefault="00596C7E" w:rsidP="00596C7E">
            <w:pPr>
              <w:rPr>
                <w:rStyle w:val="Potovnadresa"/>
              </w:rPr>
            </w:pPr>
          </w:p>
          <w:p w:rsidR="00F862D6" w:rsidRPr="00444D8F" w:rsidRDefault="00F862D6" w:rsidP="00596C7E">
            <w:pPr>
              <w:rPr>
                <w:rStyle w:val="Potovnadresa"/>
              </w:rPr>
            </w:pPr>
          </w:p>
        </w:tc>
      </w:tr>
      <w:tr w:rsidR="00444D8F" w:rsidRPr="00444D8F" w:rsidTr="00F862D6">
        <w:tc>
          <w:tcPr>
            <w:tcW w:w="1020" w:type="dxa"/>
          </w:tcPr>
          <w:p w:rsidR="00F862D6" w:rsidRPr="00444D8F" w:rsidRDefault="00F862D6" w:rsidP="0077673A">
            <w:r w:rsidRPr="00444D8F">
              <w:t>Naše zn.</w:t>
            </w:r>
          </w:p>
        </w:tc>
        <w:tc>
          <w:tcPr>
            <w:tcW w:w="2552" w:type="dxa"/>
          </w:tcPr>
          <w:p w:rsidR="00F862D6" w:rsidRPr="00444D8F" w:rsidRDefault="00BB1DB1" w:rsidP="00081A76">
            <w:r>
              <w:rPr>
                <w:rFonts w:ascii="Helvetica" w:hAnsi="Helvetica"/>
              </w:rPr>
              <w:t>711</w:t>
            </w:r>
            <w:r w:rsidR="00893F7C" w:rsidRPr="00444D8F">
              <w:rPr>
                <w:rFonts w:ascii="Helvetica" w:hAnsi="Helvetica"/>
              </w:rPr>
              <w:t>/20</w:t>
            </w:r>
            <w:r w:rsidR="00081A76" w:rsidRPr="00444D8F">
              <w:rPr>
                <w:rFonts w:ascii="Helvetica" w:hAnsi="Helvetica"/>
              </w:rPr>
              <w:t>20</w:t>
            </w:r>
            <w:r w:rsidR="00893F7C" w:rsidRPr="00444D8F">
              <w:rPr>
                <w:rFonts w:ascii="Helvetica" w:hAnsi="Helvetica"/>
              </w:rPr>
              <w:t>-SŽDC-SSV-Ú3/KLI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F862D6" w:rsidRPr="00C23FA2" w:rsidRDefault="00F862D6" w:rsidP="0077673A">
            <w:r w:rsidRPr="00C23FA2">
              <w:t>Listů/příloh</w:t>
            </w:r>
          </w:p>
        </w:tc>
        <w:tc>
          <w:tcPr>
            <w:tcW w:w="2552" w:type="dxa"/>
          </w:tcPr>
          <w:p w:rsidR="00F862D6" w:rsidRPr="00C23FA2" w:rsidRDefault="00BB1DB1" w:rsidP="00CC1E2B">
            <w:r>
              <w:t>1</w:t>
            </w:r>
            <w:r w:rsidR="00893F7C" w:rsidRPr="00C23FA2">
              <w:t>/1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>
            <w:pPr>
              <w:rPr>
                <w:noProof/>
              </w:rPr>
            </w:pPr>
          </w:p>
        </w:tc>
      </w:tr>
      <w:tr w:rsidR="00444D8F" w:rsidRPr="00444D8F" w:rsidTr="00B23CA3">
        <w:trPr>
          <w:trHeight w:val="77"/>
        </w:trPr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77673A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F862D6" w:rsidRPr="00444D8F" w:rsidRDefault="00F862D6" w:rsidP="0077673A">
            <w:r w:rsidRPr="00444D8F">
              <w:t>Vyřizuje</w:t>
            </w:r>
          </w:p>
        </w:tc>
        <w:tc>
          <w:tcPr>
            <w:tcW w:w="2552" w:type="dxa"/>
          </w:tcPr>
          <w:p w:rsidR="00F862D6" w:rsidRPr="00444D8F" w:rsidRDefault="00AF6A8C" w:rsidP="00FE3455">
            <w:r w:rsidRPr="00444D8F">
              <w:t>JUDr. Jaroslav Klimeš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/>
        </w:tc>
        <w:tc>
          <w:tcPr>
            <w:tcW w:w="2552" w:type="dxa"/>
          </w:tcPr>
          <w:p w:rsidR="009A7568" w:rsidRPr="00444D8F" w:rsidRDefault="009A7568" w:rsidP="009A7568"/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  <w:vMerge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AF6A8C" w:rsidRPr="00444D8F" w:rsidRDefault="00AF6A8C" w:rsidP="00482191">
            <w:r w:rsidRPr="00444D8F">
              <w:t>Mobil</w:t>
            </w:r>
          </w:p>
        </w:tc>
        <w:tc>
          <w:tcPr>
            <w:tcW w:w="2552" w:type="dxa"/>
          </w:tcPr>
          <w:p w:rsidR="00AF6A8C" w:rsidRPr="00444D8F" w:rsidRDefault="00AF6A8C" w:rsidP="00482191">
            <w:r w:rsidRPr="00444D8F">
              <w:t>722 819 305</w:t>
            </w:r>
          </w:p>
        </w:tc>
        <w:tc>
          <w:tcPr>
            <w:tcW w:w="823" w:type="dxa"/>
          </w:tcPr>
          <w:p w:rsidR="00AF6A8C" w:rsidRPr="00444D8F" w:rsidRDefault="00AF6A8C" w:rsidP="009A7568"/>
        </w:tc>
        <w:tc>
          <w:tcPr>
            <w:tcW w:w="3685" w:type="dxa"/>
            <w:vMerge/>
          </w:tcPr>
          <w:p w:rsidR="00AF6A8C" w:rsidRPr="00444D8F" w:rsidRDefault="00AF6A8C" w:rsidP="009A7568"/>
        </w:tc>
      </w:tr>
      <w:tr w:rsidR="00444D8F" w:rsidRPr="00444D8F" w:rsidTr="00F862D6">
        <w:tc>
          <w:tcPr>
            <w:tcW w:w="1020" w:type="dxa"/>
          </w:tcPr>
          <w:p w:rsidR="00AF6A8C" w:rsidRPr="00444D8F" w:rsidRDefault="00AF6A8C" w:rsidP="00482191">
            <w:r w:rsidRPr="00444D8F">
              <w:t>E-mail</w:t>
            </w:r>
          </w:p>
        </w:tc>
        <w:tc>
          <w:tcPr>
            <w:tcW w:w="2552" w:type="dxa"/>
          </w:tcPr>
          <w:p w:rsidR="00AF6A8C" w:rsidRPr="00444D8F" w:rsidRDefault="00AF6A8C" w:rsidP="00482191">
            <w:r w:rsidRPr="00444D8F">
              <w:t>KlimesJa@szdc.cz</w:t>
            </w:r>
          </w:p>
        </w:tc>
        <w:tc>
          <w:tcPr>
            <w:tcW w:w="823" w:type="dxa"/>
          </w:tcPr>
          <w:p w:rsidR="00AF6A8C" w:rsidRPr="00444D8F" w:rsidRDefault="00AF6A8C" w:rsidP="009A7568"/>
        </w:tc>
        <w:tc>
          <w:tcPr>
            <w:tcW w:w="3685" w:type="dxa"/>
            <w:vMerge/>
          </w:tcPr>
          <w:p w:rsidR="00AF6A8C" w:rsidRPr="00444D8F" w:rsidRDefault="00AF6A8C" w:rsidP="009A7568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/>
        </w:tc>
        <w:tc>
          <w:tcPr>
            <w:tcW w:w="2552" w:type="dxa"/>
          </w:tcPr>
          <w:p w:rsidR="009A7568" w:rsidRPr="00444D8F" w:rsidRDefault="009A7568" w:rsidP="009A7568"/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>
            <w:r w:rsidRPr="00444D8F"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444D8F" w:rsidRDefault="009A7568" w:rsidP="009A7568">
            <w:r w:rsidRPr="00444D8F">
              <w:fldChar w:fldCharType="begin"/>
            </w:r>
            <w:r w:rsidRPr="00444D8F">
              <w:instrText xml:space="preserve"> DATE  \@ "d. MMMM yyyy"  \* MERGEFORMAT </w:instrText>
            </w:r>
            <w:r w:rsidRPr="00444D8F">
              <w:fldChar w:fldCharType="separate"/>
            </w:r>
            <w:r w:rsidR="009944DF">
              <w:rPr>
                <w:noProof/>
              </w:rPr>
              <w:t>24. ledna 2020</w:t>
            </w:r>
            <w:r w:rsidRPr="00444D8F">
              <w:fldChar w:fldCharType="end"/>
            </w:r>
            <w:r w:rsidRPr="00444D8F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F64786" w:rsidRPr="00444D8F" w:rsidRDefault="00F64786" w:rsidP="0077673A"/>
        </w:tc>
        <w:tc>
          <w:tcPr>
            <w:tcW w:w="2552" w:type="dxa"/>
          </w:tcPr>
          <w:p w:rsidR="00F64786" w:rsidRPr="00444D8F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Pr="00444D8F" w:rsidRDefault="00F64786" w:rsidP="0077673A"/>
        </w:tc>
        <w:tc>
          <w:tcPr>
            <w:tcW w:w="3685" w:type="dxa"/>
          </w:tcPr>
          <w:p w:rsidR="00F64786" w:rsidRPr="00444D8F" w:rsidRDefault="00F64786" w:rsidP="0077673A"/>
        </w:tc>
      </w:tr>
      <w:tr w:rsidR="00444D8F" w:rsidRPr="00444D8F" w:rsidTr="00B45E9E">
        <w:trPr>
          <w:trHeight w:val="794"/>
        </w:trPr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F310F8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</w:tcPr>
          <w:p w:rsidR="00F862D6" w:rsidRPr="00444D8F" w:rsidRDefault="00F862D6" w:rsidP="0077673A"/>
        </w:tc>
      </w:tr>
    </w:tbl>
    <w:p w:rsidR="00CB7B5A" w:rsidRPr="00444D8F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Věc: </w:t>
      </w:r>
      <w:r w:rsidR="00AF6A8C" w:rsidRPr="00444D8F">
        <w:rPr>
          <w:rFonts w:eastAsia="Calibri" w:cs="Times New Roman"/>
          <w:b/>
          <w:lang w:eastAsia="cs-CZ"/>
        </w:rPr>
        <w:t>Dětmarovice – Petrovice u K. – státní hranice PR, BC</w:t>
      </w:r>
    </w:p>
    <w:p w:rsidR="00CB7B5A" w:rsidRPr="00444D8F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Vysvětlení/ změna/ doplnění zadávací dokumentace č. </w:t>
      </w:r>
      <w:r w:rsidR="00BB1DB1">
        <w:rPr>
          <w:rFonts w:eastAsia="Times New Roman" w:cs="Times New Roman"/>
          <w:lang w:eastAsia="cs-CZ"/>
        </w:rPr>
        <w:t>13</w:t>
      </w:r>
    </w:p>
    <w:p w:rsidR="00BD5319" w:rsidRPr="00444D8F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</w:rPr>
        <w:t xml:space="preserve">ve smyslu </w:t>
      </w:r>
      <w:r w:rsidRPr="00444D8F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444D8F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:rsidR="0056200E" w:rsidRPr="009944DF" w:rsidRDefault="0056200E" w:rsidP="0056200E">
      <w:pPr>
        <w:spacing w:after="0" w:line="240" w:lineRule="auto"/>
        <w:jc w:val="both"/>
        <w:rPr>
          <w:rFonts w:eastAsia="Calibri" w:cs="Times New Roman"/>
          <w:sz w:val="16"/>
          <w:szCs w:val="16"/>
          <w:lang w:eastAsia="cs-CZ"/>
        </w:rPr>
      </w:pPr>
      <w:r w:rsidRPr="009944DF">
        <w:rPr>
          <w:rFonts w:ascii="Verdana" w:hAnsi="Verdana"/>
          <w:i/>
          <w:iCs/>
          <w:sz w:val="16"/>
          <w:szCs w:val="16"/>
        </w:rPr>
        <w:t>Účinností zákona č. 367/2019 Sb., tj. od 1. 1. 2020 došlo ke změně názvu státní organizace, dřívější název Správa železniční dopravní cesty, byl od uvedeného data nahrazen názvem novým Správa železnic. K 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</w:t>
      </w:r>
    </w:p>
    <w:p w:rsidR="005B5D85" w:rsidRPr="00444D8F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E44EC3" w:rsidRPr="009944DF" w:rsidRDefault="00E44EC3" w:rsidP="009944D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399</w:t>
      </w:r>
      <w:r w:rsidRPr="00C23FA2">
        <w:rPr>
          <w:rFonts w:eastAsia="Calibri" w:cs="Times New Roman"/>
          <w:b/>
          <w:lang w:eastAsia="cs-CZ"/>
        </w:rPr>
        <w:t>:</w:t>
      </w:r>
      <w:r w:rsidR="009944DF">
        <w:rPr>
          <w:rFonts w:eastAsia="Calibri" w:cs="Times New Roman"/>
          <w:b/>
          <w:lang w:eastAsia="cs-CZ"/>
        </w:rPr>
        <w:t xml:space="preserve"> </w:t>
      </w:r>
      <w:r w:rsidRPr="00767F9C">
        <w:rPr>
          <w:rFonts w:eastAsia="Calibri" w:cs="Times New Roman"/>
          <w:lang w:eastAsia="cs-CZ"/>
        </w:rPr>
        <w:t xml:space="preserve">V odpovědi na dotaz č. 378 uvádíte, že zasíláte novou rekapitulaci soupisu prací. Bohužel v přílohách jsme tuto část nenašli. </w:t>
      </w:r>
    </w:p>
    <w:p w:rsidR="00E44EC3" w:rsidRPr="00767F9C" w:rsidRDefault="00E44EC3" w:rsidP="00E44EC3">
      <w:pPr>
        <w:spacing w:after="0" w:line="240" w:lineRule="auto"/>
        <w:rPr>
          <w:rFonts w:eastAsia="Calibri" w:cs="Times New Roman"/>
          <w:lang w:eastAsia="cs-CZ"/>
        </w:rPr>
      </w:pPr>
      <w:r w:rsidRPr="00767F9C">
        <w:rPr>
          <w:rFonts w:eastAsia="Calibri" w:cs="Times New Roman"/>
          <w:lang w:eastAsia="cs-CZ"/>
        </w:rPr>
        <w:t>Může zadavatel zaslat novou rekapitulaci, tak jak slíbil?</w:t>
      </w:r>
    </w:p>
    <w:p w:rsidR="009944DF" w:rsidRPr="009944DF" w:rsidRDefault="009944DF" w:rsidP="009944D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944DF">
        <w:rPr>
          <w:rFonts w:ascii="Verdana" w:eastAsia="Calibri" w:hAnsi="Verdana" w:cs="Times New Roman"/>
          <w:b/>
          <w:lang w:eastAsia="cs-CZ"/>
        </w:rPr>
        <w:t xml:space="preserve">Odpověď: Dílčí SP </w:t>
      </w:r>
      <w:proofErr w:type="gramStart"/>
      <w:r w:rsidRPr="009944DF">
        <w:rPr>
          <w:rFonts w:ascii="Verdana" w:eastAsia="Calibri" w:hAnsi="Verdana" w:cs="Times New Roman"/>
          <w:b/>
          <w:lang w:eastAsia="cs-CZ"/>
        </w:rPr>
        <w:t>ELEKTRO</w:t>
      </w:r>
      <w:proofErr w:type="gramEnd"/>
      <w:r w:rsidRPr="009944DF">
        <w:rPr>
          <w:rFonts w:ascii="Verdana" w:eastAsia="Calibri" w:hAnsi="Verdana" w:cs="Times New Roman"/>
          <w:b/>
          <w:lang w:eastAsia="cs-CZ"/>
        </w:rPr>
        <w:t xml:space="preserve"> u výše zmíněného dotazu</w:t>
      </w:r>
      <w:r w:rsidRPr="009944DF">
        <w:rPr>
          <w:rFonts w:ascii="Verdana" w:eastAsia="Calibri" w:hAnsi="Verdana" w:cs="Times New Roman"/>
          <w:b/>
          <w:lang w:eastAsia="cs-CZ"/>
        </w:rPr>
        <w:t xml:space="preserve"> jsou </w:t>
      </w:r>
      <w:proofErr w:type="gramStart"/>
      <w:r w:rsidRPr="009944DF">
        <w:rPr>
          <w:rFonts w:ascii="Verdana" w:eastAsia="Calibri" w:hAnsi="Verdana" w:cs="Times New Roman"/>
          <w:b/>
          <w:lang w:eastAsia="cs-CZ"/>
        </w:rPr>
        <w:t>odděleny</w:t>
      </w:r>
      <w:proofErr w:type="gramEnd"/>
      <w:r w:rsidRPr="009944DF">
        <w:rPr>
          <w:rFonts w:ascii="Verdana" w:eastAsia="Calibri" w:hAnsi="Verdana" w:cs="Times New Roman"/>
          <w:b/>
          <w:lang w:eastAsia="cs-CZ"/>
        </w:rPr>
        <w:t xml:space="preserve"> od příslušného SO. Byla vytvořena nová rekapitulace soupisu prací. Opravený SP a rekapitulace viz příloha.</w:t>
      </w:r>
    </w:p>
    <w:p w:rsidR="00BB1DB1" w:rsidRPr="00C23FA2" w:rsidRDefault="00BB1DB1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E6C08" w:rsidRPr="00444D8F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23FA2">
        <w:rPr>
          <w:rFonts w:eastAsia="Times New Roman" w:cs="Times New Roman"/>
          <w:lang w:eastAsia="cs-CZ"/>
        </w:rPr>
        <w:t xml:space="preserve">Vzhledem ke skutečnosti, že </w:t>
      </w:r>
      <w:r w:rsidR="00BB1DB1">
        <w:rPr>
          <w:rFonts w:eastAsia="Times New Roman" w:cs="Times New Roman"/>
          <w:lang w:eastAsia="cs-CZ"/>
        </w:rPr>
        <w:t xml:space="preserve">se zadavatel dostal do prodlení s odpovědí na dotaz 378 o jeden </w:t>
      </w:r>
      <w:r w:rsidR="0089729C">
        <w:rPr>
          <w:rFonts w:eastAsia="Times New Roman" w:cs="Times New Roman"/>
          <w:lang w:eastAsia="cs-CZ"/>
        </w:rPr>
        <w:t xml:space="preserve">pracovní </w:t>
      </w:r>
      <w:r w:rsidR="00BB1DB1">
        <w:rPr>
          <w:rFonts w:eastAsia="Times New Roman" w:cs="Times New Roman"/>
          <w:lang w:eastAsia="cs-CZ"/>
        </w:rPr>
        <w:t>den</w:t>
      </w:r>
      <w:r w:rsidRPr="00C23FA2">
        <w:rPr>
          <w:rFonts w:eastAsia="Times New Roman" w:cs="Times New Roman"/>
          <w:lang w:eastAsia="cs-CZ"/>
        </w:rPr>
        <w:t>, postupuje</w:t>
      </w:r>
      <w:r w:rsidR="00BB1DB1">
        <w:rPr>
          <w:rFonts w:eastAsia="Times New Roman" w:cs="Times New Roman"/>
          <w:lang w:eastAsia="cs-CZ"/>
        </w:rPr>
        <w:t xml:space="preserve"> v souladu s </w:t>
      </w:r>
      <w:proofErr w:type="spellStart"/>
      <w:r w:rsidR="00BB1DB1">
        <w:rPr>
          <w:rFonts w:eastAsia="Times New Roman" w:cs="Times New Roman"/>
          <w:lang w:eastAsia="cs-CZ"/>
        </w:rPr>
        <w:t>ust</w:t>
      </w:r>
      <w:proofErr w:type="spellEnd"/>
      <w:r w:rsidR="00BB1DB1">
        <w:rPr>
          <w:rFonts w:eastAsia="Times New Roman" w:cs="Times New Roman"/>
          <w:lang w:eastAsia="cs-CZ"/>
        </w:rPr>
        <w:t>. § 98 odst. 4</w:t>
      </w:r>
      <w:r w:rsidRPr="00C23FA2">
        <w:rPr>
          <w:rFonts w:eastAsia="Times New Roman" w:cs="Times New Roman"/>
          <w:lang w:eastAsia="cs-CZ"/>
        </w:rPr>
        <w:t xml:space="preserve"> ZZVZ a prodlužuje lhůtu pro podání nabíde</w:t>
      </w:r>
      <w:r w:rsidR="00BB1DB1">
        <w:rPr>
          <w:rFonts w:eastAsia="Times New Roman" w:cs="Times New Roman"/>
          <w:lang w:eastAsia="cs-CZ"/>
        </w:rPr>
        <w:t>k ze dne 3. 2</w:t>
      </w:r>
      <w:r w:rsidR="001F791C" w:rsidRPr="00C23FA2">
        <w:rPr>
          <w:rFonts w:eastAsia="Times New Roman" w:cs="Times New Roman"/>
          <w:lang w:eastAsia="cs-CZ"/>
        </w:rPr>
        <w:t xml:space="preserve">. 2020 v 10:00 hod. </w:t>
      </w:r>
      <w:r w:rsidR="00F12B35" w:rsidRPr="00C23FA2">
        <w:rPr>
          <w:rFonts w:eastAsia="Times New Roman" w:cs="Times New Roman"/>
          <w:lang w:eastAsia="cs-CZ"/>
        </w:rPr>
        <w:t xml:space="preserve">na den </w:t>
      </w:r>
      <w:r w:rsidR="00BB1DB1">
        <w:rPr>
          <w:rFonts w:eastAsia="Times New Roman" w:cs="Times New Roman"/>
          <w:lang w:eastAsia="cs-CZ"/>
        </w:rPr>
        <w:t>4</w:t>
      </w:r>
      <w:r w:rsidRPr="00C23FA2">
        <w:rPr>
          <w:rFonts w:eastAsia="Times New Roman" w:cs="Times New Roman"/>
          <w:lang w:eastAsia="cs-CZ"/>
        </w:rPr>
        <w:t xml:space="preserve">. </w:t>
      </w:r>
      <w:r w:rsidR="00C06C0D">
        <w:rPr>
          <w:rFonts w:eastAsia="Times New Roman" w:cs="Times New Roman"/>
          <w:lang w:eastAsia="cs-CZ"/>
        </w:rPr>
        <w:t>2</w:t>
      </w:r>
      <w:r w:rsidRPr="00C23FA2">
        <w:rPr>
          <w:rFonts w:eastAsia="Times New Roman" w:cs="Times New Roman"/>
          <w:lang w:eastAsia="cs-CZ"/>
        </w:rPr>
        <w:t xml:space="preserve">. 2020 </w:t>
      </w:r>
      <w:r w:rsidRPr="00444D8F">
        <w:rPr>
          <w:rFonts w:eastAsia="Times New Roman" w:cs="Times New Roman"/>
          <w:lang w:eastAsia="cs-CZ"/>
        </w:rPr>
        <w:t>v 10:00 hod.</w:t>
      </w:r>
    </w:p>
    <w:p w:rsidR="009944DF" w:rsidRDefault="009944DF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E6C08" w:rsidRPr="00444D8F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44D8F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444D8F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444D8F">
        <w:rPr>
          <w:rFonts w:eastAsia="Times New Roman" w:cs="Times New Roman"/>
          <w:lang w:eastAsia="cs-CZ"/>
        </w:rPr>
        <w:t xml:space="preserve"> (evidenční č. VZ Z2019-043002). Změny se týkají těchto ustanovení: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bookmarkStart w:id="1" w:name="_GoBack"/>
      <w:bookmarkEnd w:id="1"/>
      <w:r w:rsidRPr="00444D8F">
        <w:rPr>
          <w:rFonts w:eastAsia="Times New Roman" w:cs="Times New Roman"/>
          <w:b/>
          <w:lang w:eastAsia="cs-CZ"/>
        </w:rPr>
        <w:t xml:space="preserve">Oddíl IV. 2.2): 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lang w:eastAsia="cs-CZ"/>
        </w:rPr>
        <w:t>rušíme datum 2. 1. 2020 v 1</w:t>
      </w:r>
      <w:r w:rsidR="00F12B35" w:rsidRPr="00444D8F">
        <w:rPr>
          <w:rFonts w:eastAsia="Times New Roman" w:cs="Times New Roman"/>
          <w:lang w:eastAsia="cs-CZ"/>
        </w:rPr>
        <w:t xml:space="preserve">0:00 hod. a nahrazujeme datem </w:t>
      </w:r>
      <w:r w:rsidR="00BB1DB1">
        <w:rPr>
          <w:rFonts w:eastAsia="Times New Roman" w:cs="Times New Roman"/>
          <w:lang w:eastAsia="cs-CZ"/>
        </w:rPr>
        <w:t>4</w:t>
      </w:r>
      <w:r w:rsidR="00C06C0D">
        <w:rPr>
          <w:rFonts w:eastAsia="Times New Roman" w:cs="Times New Roman"/>
          <w:lang w:eastAsia="cs-CZ"/>
        </w:rPr>
        <w:t>. 2</w:t>
      </w:r>
      <w:r w:rsidRPr="00444D8F">
        <w:rPr>
          <w:rFonts w:eastAsia="Times New Roman" w:cs="Times New Roman"/>
          <w:lang w:eastAsia="cs-CZ"/>
        </w:rPr>
        <w:t>. 2020 v 10:00 hod.,</w:t>
      </w:r>
      <w:r w:rsidRPr="00444D8F">
        <w:rPr>
          <w:rFonts w:eastAsia="Times New Roman" w:cs="Times New Roman"/>
          <w:b/>
          <w:lang w:eastAsia="cs-CZ"/>
        </w:rPr>
        <w:t xml:space="preserve"> 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b/>
          <w:lang w:eastAsia="cs-CZ"/>
        </w:rPr>
        <w:t xml:space="preserve">Oddíl IV. 2.7): 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lang w:eastAsia="cs-CZ"/>
        </w:rPr>
        <w:t>rušíme datum 2. 1. 2020 v 1</w:t>
      </w:r>
      <w:r w:rsidR="00F12B35" w:rsidRPr="00444D8F">
        <w:rPr>
          <w:rFonts w:eastAsia="Times New Roman" w:cs="Times New Roman"/>
          <w:lang w:eastAsia="cs-CZ"/>
        </w:rPr>
        <w:t xml:space="preserve">0:00 hod. a nahrazujeme datem </w:t>
      </w:r>
      <w:r w:rsidR="00BB1DB1">
        <w:rPr>
          <w:rFonts w:eastAsia="Times New Roman" w:cs="Times New Roman"/>
          <w:lang w:eastAsia="cs-CZ"/>
        </w:rPr>
        <w:t>4</w:t>
      </w:r>
      <w:r w:rsidRPr="00444D8F">
        <w:rPr>
          <w:rFonts w:eastAsia="Times New Roman" w:cs="Times New Roman"/>
          <w:lang w:eastAsia="cs-CZ"/>
        </w:rPr>
        <w:t xml:space="preserve">. </w:t>
      </w:r>
      <w:r w:rsidR="00C06C0D">
        <w:rPr>
          <w:rFonts w:eastAsia="Times New Roman" w:cs="Times New Roman"/>
          <w:lang w:eastAsia="cs-CZ"/>
        </w:rPr>
        <w:t>2</w:t>
      </w:r>
      <w:r w:rsidRPr="00444D8F">
        <w:rPr>
          <w:rFonts w:eastAsia="Times New Roman" w:cs="Times New Roman"/>
          <w:lang w:eastAsia="cs-CZ"/>
        </w:rPr>
        <w:t>. 2020 v 10:00 hod.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lang w:eastAsia="cs-CZ"/>
        </w:rPr>
      </w:pPr>
    </w:p>
    <w:p w:rsidR="00AE6C08" w:rsidRPr="00444D8F" w:rsidRDefault="00AE6C08" w:rsidP="00AE6C0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444D8F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444D8F">
        <w:rPr>
          <w:rFonts w:eastAsia="Calibri" w:cs="Times New Roman"/>
          <w:u w:val="single"/>
          <w:lang w:eastAsia="cs-CZ"/>
        </w:rPr>
        <w:t>.</w:t>
      </w:r>
    </w:p>
    <w:p w:rsidR="00AE6C08" w:rsidRPr="00444D8F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AE6C08" w:rsidRPr="00444D8F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44D8F">
        <w:rPr>
          <w:rFonts w:eastAsia="Calibri" w:cs="Times New Roman"/>
          <w:b/>
          <w:bCs/>
          <w:lang w:eastAsia="cs-CZ"/>
        </w:rPr>
        <w:t xml:space="preserve">Příloha: Příloha </w:t>
      </w:r>
      <w:r w:rsidR="0089729C">
        <w:rPr>
          <w:rFonts w:eastAsia="Calibri" w:cs="Times New Roman"/>
          <w:b/>
          <w:bCs/>
          <w:lang w:eastAsia="cs-CZ"/>
        </w:rPr>
        <w:t>399</w:t>
      </w:r>
    </w:p>
    <w:p w:rsidR="00AE6C08" w:rsidRPr="00444D8F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444D8F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 Praze dne </w:t>
      </w:r>
      <w:r w:rsidR="00F63570">
        <w:rPr>
          <w:rFonts w:eastAsia="Calibri" w:cs="Times New Roman"/>
          <w:lang w:eastAsia="cs-CZ"/>
        </w:rPr>
        <w:t>23</w:t>
      </w:r>
      <w:r w:rsidR="0014562C" w:rsidRPr="00444D8F">
        <w:rPr>
          <w:rFonts w:eastAsia="Calibri" w:cs="Times New Roman"/>
          <w:lang w:eastAsia="cs-CZ"/>
        </w:rPr>
        <w:t>. 1. 2020</w:t>
      </w:r>
    </w:p>
    <w:p w:rsidR="00D626BE" w:rsidRDefault="00D626BE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944DF" w:rsidRDefault="009944DF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944DF" w:rsidRPr="00444D8F" w:rsidRDefault="009944DF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6EEA" w:rsidRDefault="00D36EEA" w:rsidP="00263E0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444D8F">
        <w:rPr>
          <w:rFonts w:ascii="Verdana" w:eastAsia="Calibri" w:hAnsi="Verdana" w:cs="Times New Roman"/>
          <w:b/>
          <w:bCs/>
          <w:lang w:eastAsia="cs-CZ"/>
        </w:rPr>
        <w:t>Ing. Karel Švejda, MBA</w:t>
      </w: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ředitel odboru investičního</w:t>
      </w: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na základě „Pověření“ č. 2449</w:t>
      </w: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ze dne 11. 5. 2018</w:t>
      </w:r>
    </w:p>
    <w:p w:rsidR="00BC57BB" w:rsidRPr="00444D8F" w:rsidRDefault="00263E05" w:rsidP="00D626BE">
      <w:pPr>
        <w:spacing w:after="0" w:line="240" w:lineRule="auto"/>
        <w:rPr>
          <w:rFonts w:eastAsia="Calibri" w:cs="Times New Roman"/>
          <w:b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Správa železni</w:t>
      </w:r>
      <w:r w:rsidR="0014562C" w:rsidRPr="00444D8F">
        <w:rPr>
          <w:rFonts w:ascii="Verdana" w:eastAsia="Calibri" w:hAnsi="Verdana" w:cs="Times New Roman"/>
          <w:lang w:eastAsia="cs-CZ"/>
        </w:rPr>
        <w:t>c</w:t>
      </w:r>
      <w:r w:rsidRPr="00444D8F">
        <w:rPr>
          <w:rFonts w:ascii="Verdana" w:eastAsia="Calibri" w:hAnsi="Verdana" w:cs="Times New Roman"/>
          <w:lang w:eastAsia="cs-CZ"/>
        </w:rPr>
        <w:t>,</w:t>
      </w:r>
      <w:r w:rsidR="0014562C" w:rsidRPr="00444D8F">
        <w:rPr>
          <w:rFonts w:ascii="Verdana" w:eastAsia="Calibri" w:hAnsi="Verdana" w:cs="Times New Roman"/>
          <w:lang w:eastAsia="cs-CZ"/>
        </w:rPr>
        <w:t xml:space="preserve"> </w:t>
      </w:r>
      <w:r w:rsidRPr="00444D8F">
        <w:rPr>
          <w:rFonts w:ascii="Verdana" w:eastAsia="Calibri" w:hAnsi="Verdana" w:cs="Times New Roman"/>
          <w:lang w:eastAsia="cs-CZ"/>
        </w:rPr>
        <w:t>státní organizace</w:t>
      </w:r>
    </w:p>
    <w:sectPr w:rsidR="00BC57BB" w:rsidRPr="00444D8F" w:rsidSect="0039390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047" w:rsidRDefault="00EA5047" w:rsidP="00962258">
      <w:pPr>
        <w:spacing w:after="0" w:line="240" w:lineRule="auto"/>
      </w:pPr>
      <w:r>
        <w:separator/>
      </w:r>
    </w:p>
  </w:endnote>
  <w:endnote w:type="continuationSeparator" w:id="0">
    <w:p w:rsidR="00EA5047" w:rsidRDefault="00EA50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44D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803252" wp14:editId="181758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9F38ED" wp14:editId="4157AF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44D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14562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A8F96E" wp14:editId="3F75F2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ADCC824" wp14:editId="72F6DC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047" w:rsidRDefault="00EA5047" w:rsidP="00962258">
      <w:pPr>
        <w:spacing w:after="0" w:line="240" w:lineRule="auto"/>
      </w:pPr>
      <w:r>
        <w:separator/>
      </w:r>
    </w:p>
  </w:footnote>
  <w:footnote w:type="continuationSeparator" w:id="0">
    <w:p w:rsidR="00EA5047" w:rsidRDefault="00EA50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1E55E8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AF1139A" wp14:editId="6D89D4A2">
                <wp:simplePos x="0" y="0"/>
                <wp:positionH relativeFrom="page">
                  <wp:posOffset>133985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66C36F8" wp14:editId="1085B1A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3FDC456" wp14:editId="6962019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289"/>
    <w:multiLevelType w:val="hybridMultilevel"/>
    <w:tmpl w:val="B47A31C4"/>
    <w:lvl w:ilvl="0" w:tplc="C67AB2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6196A6D"/>
    <w:multiLevelType w:val="hybridMultilevel"/>
    <w:tmpl w:val="BF8AAB70"/>
    <w:lvl w:ilvl="0" w:tplc="9BFA718A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9C17D4"/>
    <w:multiLevelType w:val="hybridMultilevel"/>
    <w:tmpl w:val="25FEF0AE"/>
    <w:lvl w:ilvl="0" w:tplc="11240D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25FE3"/>
    <w:multiLevelType w:val="hybridMultilevel"/>
    <w:tmpl w:val="824ABD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84630D"/>
    <w:multiLevelType w:val="hybridMultilevel"/>
    <w:tmpl w:val="8976FD78"/>
    <w:lvl w:ilvl="0" w:tplc="8494C4E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A76F29"/>
    <w:multiLevelType w:val="hybridMultilevel"/>
    <w:tmpl w:val="B6CC2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1A9"/>
    <w:rsid w:val="00027F66"/>
    <w:rsid w:val="00033432"/>
    <w:rsid w:val="000335CC"/>
    <w:rsid w:val="00051617"/>
    <w:rsid w:val="00053840"/>
    <w:rsid w:val="00072C1E"/>
    <w:rsid w:val="00081A76"/>
    <w:rsid w:val="000B3A82"/>
    <w:rsid w:val="000B6C7E"/>
    <w:rsid w:val="000B7907"/>
    <w:rsid w:val="000C0429"/>
    <w:rsid w:val="000C1C02"/>
    <w:rsid w:val="000C45E8"/>
    <w:rsid w:val="00114472"/>
    <w:rsid w:val="00122E99"/>
    <w:rsid w:val="0014562C"/>
    <w:rsid w:val="00170EC5"/>
    <w:rsid w:val="001747C1"/>
    <w:rsid w:val="0018596A"/>
    <w:rsid w:val="001B69C2"/>
    <w:rsid w:val="001C4DA0"/>
    <w:rsid w:val="001E55E8"/>
    <w:rsid w:val="001F791C"/>
    <w:rsid w:val="00207DF5"/>
    <w:rsid w:val="00240CAD"/>
    <w:rsid w:val="002443DC"/>
    <w:rsid w:val="00263E05"/>
    <w:rsid w:val="00267369"/>
    <w:rsid w:val="0026785D"/>
    <w:rsid w:val="002C31BF"/>
    <w:rsid w:val="002D34FE"/>
    <w:rsid w:val="002E0CD7"/>
    <w:rsid w:val="002F026B"/>
    <w:rsid w:val="00323674"/>
    <w:rsid w:val="00346994"/>
    <w:rsid w:val="00357BC6"/>
    <w:rsid w:val="003608CB"/>
    <w:rsid w:val="0037111D"/>
    <w:rsid w:val="003756B9"/>
    <w:rsid w:val="00393909"/>
    <w:rsid w:val="003956C6"/>
    <w:rsid w:val="003E6B9A"/>
    <w:rsid w:val="003E75CE"/>
    <w:rsid w:val="0041380F"/>
    <w:rsid w:val="00432B5B"/>
    <w:rsid w:val="00444D8F"/>
    <w:rsid w:val="00450F07"/>
    <w:rsid w:val="00452B6A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306B"/>
    <w:rsid w:val="004C4399"/>
    <w:rsid w:val="004C69ED"/>
    <w:rsid w:val="004C787C"/>
    <w:rsid w:val="004F4B9B"/>
    <w:rsid w:val="00501654"/>
    <w:rsid w:val="00511AB9"/>
    <w:rsid w:val="00523EA7"/>
    <w:rsid w:val="00530A72"/>
    <w:rsid w:val="00542527"/>
    <w:rsid w:val="00551D1F"/>
    <w:rsid w:val="00553375"/>
    <w:rsid w:val="0056200E"/>
    <w:rsid w:val="005658A6"/>
    <w:rsid w:val="005720E7"/>
    <w:rsid w:val="005722BB"/>
    <w:rsid w:val="005736B7"/>
    <w:rsid w:val="00575E5A"/>
    <w:rsid w:val="00584E2A"/>
    <w:rsid w:val="00596C7E"/>
    <w:rsid w:val="005A64E9"/>
    <w:rsid w:val="005B5D85"/>
    <w:rsid w:val="005B5EE9"/>
    <w:rsid w:val="005F0A75"/>
    <w:rsid w:val="005F3579"/>
    <w:rsid w:val="006104F6"/>
    <w:rsid w:val="0061068E"/>
    <w:rsid w:val="00641B31"/>
    <w:rsid w:val="00660AD3"/>
    <w:rsid w:val="006A5570"/>
    <w:rsid w:val="006A689C"/>
    <w:rsid w:val="006B1BF3"/>
    <w:rsid w:val="006B3D79"/>
    <w:rsid w:val="006E0578"/>
    <w:rsid w:val="006E24EB"/>
    <w:rsid w:val="006E314D"/>
    <w:rsid w:val="006E7F06"/>
    <w:rsid w:val="00710723"/>
    <w:rsid w:val="007223C6"/>
    <w:rsid w:val="00723ED1"/>
    <w:rsid w:val="00735ED4"/>
    <w:rsid w:val="00743525"/>
    <w:rsid w:val="007531A0"/>
    <w:rsid w:val="00757969"/>
    <w:rsid w:val="0076286B"/>
    <w:rsid w:val="00763E49"/>
    <w:rsid w:val="00764595"/>
    <w:rsid w:val="00766846"/>
    <w:rsid w:val="0077109D"/>
    <w:rsid w:val="0077673A"/>
    <w:rsid w:val="00780843"/>
    <w:rsid w:val="00783332"/>
    <w:rsid w:val="007846E1"/>
    <w:rsid w:val="007A3C7B"/>
    <w:rsid w:val="007B570C"/>
    <w:rsid w:val="007E144C"/>
    <w:rsid w:val="007E2E01"/>
    <w:rsid w:val="007E4A6E"/>
    <w:rsid w:val="007F56A7"/>
    <w:rsid w:val="00807DD0"/>
    <w:rsid w:val="00813F11"/>
    <w:rsid w:val="00823C64"/>
    <w:rsid w:val="00854A9F"/>
    <w:rsid w:val="00874E49"/>
    <w:rsid w:val="00891334"/>
    <w:rsid w:val="00893F7C"/>
    <w:rsid w:val="00894181"/>
    <w:rsid w:val="0089729C"/>
    <w:rsid w:val="008A2688"/>
    <w:rsid w:val="008A3568"/>
    <w:rsid w:val="008B060C"/>
    <w:rsid w:val="008C2952"/>
    <w:rsid w:val="008C50FB"/>
    <w:rsid w:val="008C6EC5"/>
    <w:rsid w:val="008D03B9"/>
    <w:rsid w:val="008E2A00"/>
    <w:rsid w:val="008E7321"/>
    <w:rsid w:val="008F18D6"/>
    <w:rsid w:val="008F1EFC"/>
    <w:rsid w:val="0090010F"/>
    <w:rsid w:val="00904780"/>
    <w:rsid w:val="009113A8"/>
    <w:rsid w:val="00914639"/>
    <w:rsid w:val="00922385"/>
    <w:rsid w:val="009223DF"/>
    <w:rsid w:val="00936091"/>
    <w:rsid w:val="00940D8A"/>
    <w:rsid w:val="009531C2"/>
    <w:rsid w:val="00962258"/>
    <w:rsid w:val="00962A9E"/>
    <w:rsid w:val="009678B7"/>
    <w:rsid w:val="00982411"/>
    <w:rsid w:val="00992D9C"/>
    <w:rsid w:val="009944DF"/>
    <w:rsid w:val="00996CB8"/>
    <w:rsid w:val="00997BCA"/>
    <w:rsid w:val="009A560A"/>
    <w:rsid w:val="009A7568"/>
    <w:rsid w:val="009B2E97"/>
    <w:rsid w:val="009B3C69"/>
    <w:rsid w:val="009B72CC"/>
    <w:rsid w:val="009C0B85"/>
    <w:rsid w:val="009D6BA7"/>
    <w:rsid w:val="009E07F4"/>
    <w:rsid w:val="009F392E"/>
    <w:rsid w:val="00A161B6"/>
    <w:rsid w:val="00A44328"/>
    <w:rsid w:val="00A6177B"/>
    <w:rsid w:val="00A66136"/>
    <w:rsid w:val="00AA429F"/>
    <w:rsid w:val="00AA4CBB"/>
    <w:rsid w:val="00AA65FA"/>
    <w:rsid w:val="00AA7351"/>
    <w:rsid w:val="00AC0300"/>
    <w:rsid w:val="00AD056F"/>
    <w:rsid w:val="00AD2773"/>
    <w:rsid w:val="00AD6731"/>
    <w:rsid w:val="00AE09F8"/>
    <w:rsid w:val="00AE1DDE"/>
    <w:rsid w:val="00AE6C08"/>
    <w:rsid w:val="00AF224B"/>
    <w:rsid w:val="00AF6A8C"/>
    <w:rsid w:val="00B15B5E"/>
    <w:rsid w:val="00B15D0D"/>
    <w:rsid w:val="00B23CA3"/>
    <w:rsid w:val="00B3179C"/>
    <w:rsid w:val="00B3491A"/>
    <w:rsid w:val="00B410E6"/>
    <w:rsid w:val="00B45E9E"/>
    <w:rsid w:val="00B4675D"/>
    <w:rsid w:val="00B55F9C"/>
    <w:rsid w:val="00B75EE1"/>
    <w:rsid w:val="00B77481"/>
    <w:rsid w:val="00B77B08"/>
    <w:rsid w:val="00B8518B"/>
    <w:rsid w:val="00BB1DB1"/>
    <w:rsid w:val="00BB3740"/>
    <w:rsid w:val="00BC57BB"/>
    <w:rsid w:val="00BD5319"/>
    <w:rsid w:val="00BD7E91"/>
    <w:rsid w:val="00BF374D"/>
    <w:rsid w:val="00BF6D48"/>
    <w:rsid w:val="00C02D0A"/>
    <w:rsid w:val="00C03A6E"/>
    <w:rsid w:val="00C06C0D"/>
    <w:rsid w:val="00C23FA2"/>
    <w:rsid w:val="00C30759"/>
    <w:rsid w:val="00C30767"/>
    <w:rsid w:val="00C44F6A"/>
    <w:rsid w:val="00C66920"/>
    <w:rsid w:val="00C727E5"/>
    <w:rsid w:val="00C777EE"/>
    <w:rsid w:val="00C8207D"/>
    <w:rsid w:val="00CA58F6"/>
    <w:rsid w:val="00CA75CF"/>
    <w:rsid w:val="00CB4BB1"/>
    <w:rsid w:val="00CB7B5A"/>
    <w:rsid w:val="00CC1E2B"/>
    <w:rsid w:val="00CD1FC4"/>
    <w:rsid w:val="00CE371D"/>
    <w:rsid w:val="00CF6125"/>
    <w:rsid w:val="00D02A4D"/>
    <w:rsid w:val="00D21061"/>
    <w:rsid w:val="00D316A7"/>
    <w:rsid w:val="00D36EEA"/>
    <w:rsid w:val="00D4108E"/>
    <w:rsid w:val="00D568BE"/>
    <w:rsid w:val="00D6163D"/>
    <w:rsid w:val="00D622CC"/>
    <w:rsid w:val="00D626BE"/>
    <w:rsid w:val="00D63009"/>
    <w:rsid w:val="00D66F3F"/>
    <w:rsid w:val="00D831A3"/>
    <w:rsid w:val="00D902AD"/>
    <w:rsid w:val="00DA6FFE"/>
    <w:rsid w:val="00DB3DD1"/>
    <w:rsid w:val="00DC3110"/>
    <w:rsid w:val="00DC60AE"/>
    <w:rsid w:val="00DD0B45"/>
    <w:rsid w:val="00DD4158"/>
    <w:rsid w:val="00DD46F3"/>
    <w:rsid w:val="00DD58A6"/>
    <w:rsid w:val="00DE56F2"/>
    <w:rsid w:val="00DF116D"/>
    <w:rsid w:val="00DF5465"/>
    <w:rsid w:val="00E07217"/>
    <w:rsid w:val="00E44EC3"/>
    <w:rsid w:val="00E824F1"/>
    <w:rsid w:val="00E960C4"/>
    <w:rsid w:val="00EA5047"/>
    <w:rsid w:val="00EB104F"/>
    <w:rsid w:val="00EB3A0A"/>
    <w:rsid w:val="00ED14BD"/>
    <w:rsid w:val="00F01440"/>
    <w:rsid w:val="00F019E6"/>
    <w:rsid w:val="00F12B35"/>
    <w:rsid w:val="00F12DEC"/>
    <w:rsid w:val="00F13BAB"/>
    <w:rsid w:val="00F1715C"/>
    <w:rsid w:val="00F24088"/>
    <w:rsid w:val="00F310F8"/>
    <w:rsid w:val="00F35939"/>
    <w:rsid w:val="00F373D8"/>
    <w:rsid w:val="00F45607"/>
    <w:rsid w:val="00F63570"/>
    <w:rsid w:val="00F64786"/>
    <w:rsid w:val="00F659EB"/>
    <w:rsid w:val="00F804A7"/>
    <w:rsid w:val="00F862D6"/>
    <w:rsid w:val="00F86BA6"/>
    <w:rsid w:val="00F978F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93D8C26-447A-4E44-812C-4988005E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</TotalTime>
  <Pages>1</Pages>
  <Words>364</Words>
  <Characters>2148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7</cp:revision>
  <cp:lastPrinted>2020-01-23T13:37:00Z</cp:lastPrinted>
  <dcterms:created xsi:type="dcterms:W3CDTF">2020-01-23T13:49:00Z</dcterms:created>
  <dcterms:modified xsi:type="dcterms:W3CDTF">2020-01-24T09:09:00Z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